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F681" w14:textId="545848AE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="00E57D7F">
        <w:rPr>
          <w:rFonts w:ascii="Arial" w:hAnsi="Arial" w:cs="Arial"/>
        </w:rPr>
        <w:t>.2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</w:tcPr>
          <w:p w14:paraId="2F62FA7F" w14:textId="540B8657" w:rsidR="00140C27" w:rsidRPr="009678A3" w:rsidRDefault="0031651E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2425EF">
              <w:rPr>
                <w:rFonts w:ascii="Arial" w:hAnsi="Arial" w:cs="Arial"/>
                <w:b/>
                <w:iCs/>
                <w:color w:val="000000"/>
                <w:kern w:val="1"/>
              </w:rPr>
              <w:t>Dostawa wyposażenia do pracowni</w:t>
            </w:r>
            <w:r w:rsidRPr="00872CEF">
              <w:rPr>
                <w:rFonts w:asciiTheme="minorHAnsi" w:hAnsiTheme="minorHAnsi" w:cstheme="minorHAnsi"/>
                <w:bCs/>
                <w:iCs/>
                <w:color w:val="000000"/>
                <w:kern w:val="1"/>
              </w:rPr>
              <w:t xml:space="preserve"> </w:t>
            </w:r>
            <w:r w:rsidRPr="009678A3">
              <w:rPr>
                <w:rFonts w:ascii="Arial" w:hAnsi="Arial" w:cs="Arial"/>
                <w:b/>
              </w:rPr>
              <w:t>dla uczniów i uczennic w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ramach realizacji projektu "</w:t>
            </w:r>
            <w:r w:rsidRPr="009678A3">
              <w:rPr>
                <w:rFonts w:ascii="Arial" w:hAnsi="Arial" w:cs="Arial"/>
                <w:b/>
                <w:color w:val="000000"/>
                <w:kern w:val="1"/>
              </w:rPr>
              <w:t>Postaw na kwalifikacje</w:t>
            </w:r>
            <w:r w:rsidRPr="009678A3">
              <w:rPr>
                <w:rFonts w:ascii="Arial" w:hAnsi="Arial" w:cs="Arial"/>
                <w:b/>
              </w:rPr>
              <w:t>" – z</w:t>
            </w:r>
            <w:r>
              <w:rPr>
                <w:rFonts w:ascii="Arial" w:hAnsi="Arial" w:cs="Arial"/>
                <w:b/>
              </w:rPr>
              <w:t> </w:t>
            </w:r>
            <w:r w:rsidRPr="009678A3">
              <w:rPr>
                <w:rFonts w:ascii="Arial" w:hAnsi="Arial" w:cs="Arial"/>
                <w:b/>
              </w:rPr>
              <w:t>podziałem na</w:t>
            </w:r>
            <w:r>
              <w:rPr>
                <w:rFonts w:ascii="Arial" w:hAnsi="Arial" w:cs="Arial"/>
                <w:b/>
              </w:rPr>
              <w:t xml:space="preserve"> V </w:t>
            </w:r>
            <w:r w:rsidRPr="009678A3">
              <w:rPr>
                <w:rFonts w:ascii="Arial" w:hAnsi="Arial" w:cs="Arial"/>
                <w:b/>
              </w:rPr>
              <w:t>części</w:t>
            </w:r>
            <w:r w:rsidR="00140C27" w:rsidRPr="009678A3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</w:tcPr>
          <w:p w14:paraId="35007090" w14:textId="48A51D0F" w:rsidR="008C7E95" w:rsidRPr="009678A3" w:rsidRDefault="00422D03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1372B">
              <w:rPr>
                <w:rFonts w:ascii="Arial" w:hAnsi="Arial" w:cs="Arial"/>
                <w:b/>
                <w:bCs/>
                <w:color w:val="000000" w:themeColor="text1"/>
              </w:rPr>
              <w:t>DG.2720.1.2026/PNK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466B8A95" w14:textId="4D09BA75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8pt;height:20.4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341D143B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6D190D0">
                <v:shape id="_x0000_i1043" type="#_x0000_t75" style="width:314.4pt;height:20.4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0E4E08E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60AD729F">
                <v:shape id="_x0000_i1045" type="#_x0000_t75" style="width:314.4pt;height:20.4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009BAE9B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9132FB9">
                <v:shape id="_x0000_i1047" type="#_x0000_t75" style="width:314.4pt;height:20.4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62858D52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701AD6F9">
                <v:shape id="_x0000_i1049" type="#_x0000_t75" style="width:314.4pt;height:20.4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399EADE7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1440" w:dyaOrig="1440" w14:anchorId="50B5F795">
                <v:shape id="_x0000_i1051" type="#_x0000_t75" style="width:108pt;height:20.4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39150106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31651E">
        <w:rPr>
          <w:rFonts w:ascii="Arial" w:hAnsi="Arial" w:cs="Arial"/>
          <w:b/>
          <w:iCs/>
          <w:color w:val="000000"/>
          <w:kern w:val="1"/>
        </w:rPr>
        <w:t>Dostawa wyposażenia do </w:t>
      </w:r>
      <w:r w:rsidR="0031651E" w:rsidRPr="002425EF">
        <w:rPr>
          <w:rFonts w:ascii="Arial" w:hAnsi="Arial" w:cs="Arial"/>
          <w:b/>
          <w:iCs/>
          <w:color w:val="000000"/>
          <w:kern w:val="1"/>
        </w:rPr>
        <w:t>pracowni</w:t>
      </w:r>
      <w:r w:rsidR="0031651E" w:rsidRPr="00872CEF">
        <w:rPr>
          <w:rFonts w:asciiTheme="minorHAnsi" w:hAnsiTheme="minorHAnsi" w:cstheme="minorHAnsi"/>
          <w:bCs/>
          <w:iCs/>
          <w:color w:val="000000"/>
          <w:kern w:val="1"/>
        </w:rPr>
        <w:t xml:space="preserve"> </w:t>
      </w:r>
      <w:r w:rsidR="0031651E" w:rsidRPr="009678A3">
        <w:rPr>
          <w:rFonts w:ascii="Arial" w:hAnsi="Arial" w:cs="Arial"/>
          <w:b/>
        </w:rPr>
        <w:t>dla uczniów i uczennic w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ramach realizacji projektu "</w:t>
      </w:r>
      <w:r w:rsidR="0031651E">
        <w:rPr>
          <w:rFonts w:ascii="Arial" w:hAnsi="Arial" w:cs="Arial"/>
          <w:b/>
          <w:color w:val="000000"/>
          <w:kern w:val="1"/>
        </w:rPr>
        <w:t>Postaw na </w:t>
      </w:r>
      <w:r w:rsidR="0031651E" w:rsidRPr="009678A3">
        <w:rPr>
          <w:rFonts w:ascii="Arial" w:hAnsi="Arial" w:cs="Arial"/>
          <w:b/>
          <w:color w:val="000000"/>
          <w:kern w:val="1"/>
        </w:rPr>
        <w:t>kwalifikacje</w:t>
      </w:r>
      <w:r w:rsidR="0031651E" w:rsidRPr="009678A3">
        <w:rPr>
          <w:rFonts w:ascii="Arial" w:hAnsi="Arial" w:cs="Arial"/>
          <w:b/>
        </w:rPr>
        <w:t>" – z</w:t>
      </w:r>
      <w:r w:rsidR="0031651E">
        <w:rPr>
          <w:rFonts w:ascii="Arial" w:hAnsi="Arial" w:cs="Arial"/>
          <w:b/>
        </w:rPr>
        <w:t> </w:t>
      </w:r>
      <w:r w:rsidR="0031651E" w:rsidRPr="009678A3">
        <w:rPr>
          <w:rFonts w:ascii="Arial" w:hAnsi="Arial" w:cs="Arial"/>
          <w:b/>
        </w:rPr>
        <w:t>podziałem na</w:t>
      </w:r>
      <w:r w:rsidR="0031651E">
        <w:rPr>
          <w:rFonts w:ascii="Arial" w:hAnsi="Arial" w:cs="Arial"/>
          <w:b/>
        </w:rPr>
        <w:t xml:space="preserve"> V </w:t>
      </w:r>
      <w:r w:rsidR="0031651E" w:rsidRPr="009678A3">
        <w:rPr>
          <w:rFonts w:ascii="Arial" w:hAnsi="Arial" w:cs="Arial"/>
          <w:b/>
        </w:rPr>
        <w:t>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4E56A9A9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 xml:space="preserve">Części </w:t>
      </w:r>
      <w:r w:rsidR="0090012A">
        <w:rPr>
          <w:rFonts w:ascii="Arial" w:hAnsi="Arial" w:cs="Arial"/>
          <w:b/>
          <w:bCs/>
        </w:rPr>
        <w:t>I</w:t>
      </w:r>
      <w:r w:rsidR="004822BC" w:rsidRPr="00D73E28">
        <w:rPr>
          <w:rFonts w:ascii="Arial" w:hAnsi="Arial" w:cs="Arial"/>
          <w:b/>
          <w:bCs/>
        </w:rPr>
        <w:t>I</w:t>
      </w:r>
      <w:r w:rsidR="004822BC">
        <w:rPr>
          <w:rFonts w:ascii="Arial" w:hAnsi="Arial" w:cs="Arial"/>
          <w:b/>
          <w:bCs/>
        </w:rPr>
        <w:t xml:space="preserve">: </w:t>
      </w:r>
      <w:r w:rsidR="0090012A" w:rsidRPr="0090012A">
        <w:rPr>
          <w:rFonts w:ascii="Arial" w:hAnsi="Arial" w:cs="Arial"/>
          <w:b/>
          <w:bCs/>
          <w:iCs/>
          <w:color w:val="000000"/>
          <w:kern w:val="1"/>
        </w:rPr>
        <w:t xml:space="preserve">Dostawa </w:t>
      </w:r>
      <w:r w:rsidR="001869EB">
        <w:rPr>
          <w:rFonts w:ascii="Arial" w:hAnsi="Arial" w:cs="Arial"/>
          <w:b/>
          <w:bCs/>
          <w:iCs/>
          <w:color w:val="000000"/>
          <w:kern w:val="1"/>
        </w:rPr>
        <w:t>i montaż klimatyzatorów</w:t>
      </w:r>
      <w:r w:rsidR="0090012A" w:rsidRPr="0090012A">
        <w:rPr>
          <w:rFonts w:ascii="Arial" w:hAnsi="Arial" w:cs="Arial"/>
          <w:b/>
          <w:bCs/>
          <w:iCs/>
          <w:color w:val="000000"/>
          <w:kern w:val="1"/>
        </w:rPr>
        <w:t xml:space="preserve">  do pracowni dla uczniów i uczennic</w:t>
      </w:r>
      <w:r w:rsidR="004822BC" w:rsidRPr="00D73E28">
        <w:rPr>
          <w:rFonts w:ascii="Arial" w:hAnsi="Arial" w:cs="Arial"/>
          <w:b/>
          <w:bCs/>
        </w:rPr>
        <w:t>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59E929CE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 xml:space="preserve">za realizację zamówienia,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712614AB" w14:textId="3C535F35" w:rsidR="0031651E" w:rsidRPr="00AE4B87" w:rsidRDefault="00AE4B87" w:rsidP="00AE4B87">
      <w:pPr>
        <w:spacing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AE4B87">
        <w:rPr>
          <w:rFonts w:ascii="Arial" w:hAnsi="Arial" w:cs="Arial"/>
          <w:b/>
          <w:bCs/>
          <w:i/>
          <w:iCs/>
        </w:rPr>
        <w:t>zgodnie z formularzem asortymentowo – cenowym stanowiącym załącznik nr 1.</w:t>
      </w:r>
      <w:r>
        <w:rPr>
          <w:rFonts w:ascii="Arial" w:hAnsi="Arial" w:cs="Arial"/>
          <w:b/>
          <w:bCs/>
          <w:i/>
          <w:iCs/>
        </w:rPr>
        <w:t>2</w:t>
      </w:r>
      <w:r w:rsidRPr="00AE4B87">
        <w:rPr>
          <w:rFonts w:ascii="Arial" w:hAnsi="Arial" w:cs="Arial"/>
          <w:b/>
          <w:bCs/>
          <w:i/>
          <w:iCs/>
        </w:rPr>
        <w:t>.1 do SWZ.</w:t>
      </w:r>
    </w:p>
    <w:p w14:paraId="0A784CD7" w14:textId="1944410A" w:rsidR="0031651E" w:rsidRDefault="007F4EF7" w:rsidP="0031651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 ponadto, że wraz ze składaną ofertą wskazujemy</w:t>
      </w:r>
      <w:r w:rsidR="00D73E28" w:rsidRPr="00D73E28">
        <w:rPr>
          <w:rFonts w:ascii="Arial" w:hAnsi="Arial" w:cs="Arial"/>
          <w:b/>
        </w:rPr>
        <w:t>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792"/>
        <w:gridCol w:w="2126"/>
      </w:tblGrid>
      <w:tr w:rsidR="0031651E" w:rsidRPr="00D73E28" w14:paraId="12D6E12A" w14:textId="77777777" w:rsidTr="0031651E">
        <w:trPr>
          <w:trHeight w:val="838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D538E34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kryterium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9830801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Zadeklarowana wartość</w:t>
            </w:r>
          </w:p>
        </w:tc>
      </w:tr>
      <w:tr w:rsidR="0031651E" w:rsidRPr="00D73E28" w14:paraId="12A28BF1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B0B8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D65D31">
              <w:rPr>
                <w:rFonts w:ascii="Arial" w:hAnsi="Arial" w:cs="Arial"/>
                <w:b/>
                <w:bCs/>
              </w:rPr>
              <w:t>ermin realizacji zamówienia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FFC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F18E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A5B878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  <w:r w:rsidRPr="00D65D31">
              <w:rPr>
                <w:rFonts w:ascii="Arial" w:hAnsi="Arial" w:cs="Arial"/>
              </w:rPr>
              <w:t>dni</w:t>
            </w:r>
          </w:p>
        </w:tc>
      </w:tr>
      <w:tr w:rsidR="0031651E" w:rsidRPr="00D73E28" w14:paraId="1577C6E7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66CF" w14:textId="77777777" w:rsidR="0031651E" w:rsidRPr="00390D5C" w:rsidRDefault="0031651E" w:rsidP="000C3F13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</w:t>
            </w:r>
            <w:r w:rsidRPr="00D65D31">
              <w:rPr>
                <w:rFonts w:ascii="Arial" w:hAnsi="Arial" w:cs="Arial"/>
                <w:i/>
                <w:iCs/>
                <w:sz w:val="20"/>
                <w:szCs w:val="20"/>
              </w:rPr>
              <w:t>Wykonawca wpisuje liczbę dni, o które skraca termin realizacji zamówienia. Wykonawca nie wylicza samodzielnie terminu realizacji zamówienia.</w:t>
            </w:r>
          </w:p>
        </w:tc>
      </w:tr>
      <w:tr w:rsidR="0031651E" w:rsidRPr="00D73E28" w14:paraId="3D30CEF9" w14:textId="77777777" w:rsidTr="0031651E">
        <w:trPr>
          <w:trHeight w:val="850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4C22" w14:textId="77777777" w:rsidR="0031651E" w:rsidRPr="00D65D31" w:rsidRDefault="0031651E" w:rsidP="000C3F1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65D31">
              <w:rPr>
                <w:rFonts w:ascii="Arial" w:hAnsi="Arial" w:cs="Arial"/>
                <w:b/>
                <w:bCs/>
              </w:rPr>
              <w:t>Okres udzielonej gwarancji *: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8CE2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071BD" w14:textId="77777777" w:rsidR="0031651E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482142" w14:textId="77777777" w:rsidR="0031651E" w:rsidRPr="00BC341C" w:rsidRDefault="0031651E" w:rsidP="000C3F1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…….….. </w:t>
            </w:r>
            <w:r w:rsidRPr="00390D5C">
              <w:rPr>
                <w:rFonts w:ascii="Arial" w:hAnsi="Arial" w:cs="Arial"/>
              </w:rPr>
              <w:t>miesięcy</w:t>
            </w:r>
          </w:p>
        </w:tc>
      </w:tr>
      <w:tr w:rsidR="0031651E" w:rsidRPr="00D73E28" w14:paraId="31EFCC90" w14:textId="77777777" w:rsidTr="0031651E">
        <w:trPr>
          <w:trHeight w:val="680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2D0" w14:textId="1762A5D5" w:rsidR="0031651E" w:rsidRPr="00390D5C" w:rsidRDefault="0031651E" w:rsidP="005D01CE">
            <w:pPr>
              <w:pStyle w:val="Bezodstpw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90D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* Wykonawca wpisuje liczbę miesięcy gwarancji i rękojmi, którą oferuje. </w:t>
            </w:r>
            <w:r w:rsidR="005D01C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Minimalny okres gwarancji </w:t>
            </w:r>
            <w:r w:rsidR="001869EB">
              <w:rPr>
                <w:rFonts w:ascii="Arial" w:hAnsi="Arial" w:cs="Arial"/>
                <w:i/>
                <w:iCs/>
                <w:sz w:val="20"/>
                <w:szCs w:val="20"/>
              </w:rPr>
              <w:t>24 miesiące</w:t>
            </w:r>
            <w:r w:rsidR="005D01C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maksymalny </w:t>
            </w:r>
            <w:r w:rsidR="001869EB">
              <w:rPr>
                <w:rFonts w:ascii="Arial" w:hAnsi="Arial" w:cs="Arial"/>
                <w:i/>
                <w:iCs/>
                <w:sz w:val="20"/>
                <w:szCs w:val="20"/>
              </w:rPr>
              <w:t>36 miesięcy</w:t>
            </w:r>
            <w:r w:rsidR="005D01C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więcej.</w:t>
            </w:r>
          </w:p>
        </w:tc>
      </w:tr>
    </w:tbl>
    <w:p w14:paraId="01352C2E" w14:textId="21CAEF4C" w:rsidR="00B9086B" w:rsidRPr="00BE474D" w:rsidRDefault="00B9086B" w:rsidP="0031651E">
      <w:pPr>
        <w:pStyle w:val="Akapitzlist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2CF9DAB" w14:textId="77777777" w:rsidR="00ED4154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lastRenderedPageBreak/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9678A3">
      <w:pPr>
        <w:pStyle w:val="Akapitzlist"/>
        <w:numPr>
          <w:ilvl w:val="1"/>
          <w:numId w:val="20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Pr="00B56BE6" w:rsidRDefault="00FF57EE" w:rsidP="009678A3">
      <w:pPr>
        <w:pStyle w:val="Akapitzlist"/>
        <w:numPr>
          <w:ilvl w:val="1"/>
          <w:numId w:val="2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678A3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21BE5715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6FE7E2F9">
          <v:shape id="_x0000_i1053" type="#_x0000_t75" style="width:142.2pt;height:17.4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704D70FF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FB4E1D">
          <v:shape id="_x0000_i1055" type="#_x0000_t75" style="width:180.6pt;height:21.6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r w:rsidR="00F25346" w:rsidRPr="00F25346">
        <w:rPr>
          <w:rFonts w:ascii="Arial" w:hAnsi="Arial" w:cs="Arial"/>
          <w:bCs/>
        </w:rPr>
        <w:t>t.j.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późn.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9678A3">
      <w:pPr>
        <w:pStyle w:val="Akapitzlist"/>
        <w:numPr>
          <w:ilvl w:val="0"/>
          <w:numId w:val="20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lastRenderedPageBreak/>
              <w:t>Telefon</w:t>
            </w:r>
          </w:p>
        </w:tc>
        <w:tc>
          <w:tcPr>
            <w:tcW w:w="6836" w:type="dxa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9678A3">
      <w:pPr>
        <w:pStyle w:val="Akapitzlist"/>
        <w:numPr>
          <w:ilvl w:val="0"/>
          <w:numId w:val="20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(-ami)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D01CE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5D01CE">
      <w:rPr>
        <w:rFonts w:ascii="Arial" w:eastAsia="Calibri" w:hAnsi="Arial"/>
        <w:noProof/>
        <w:sz w:val="18"/>
        <w:szCs w:val="18"/>
        <w:lang w:eastAsia="en-US"/>
      </w:rPr>
      <w:t>4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="00216425" w:rsidRPr="00216425">
        <w:rPr>
          <w:rFonts w:ascii="Arial" w:hAnsi="Arial" w:cs="Arial"/>
          <w:color w:val="0070C0"/>
          <w:sz w:val="18"/>
          <w:szCs w:val="18"/>
        </w:rPr>
        <w:t>t.j.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9845" w14:textId="08FF9F55" w:rsidR="00AE2ACB" w:rsidRPr="00346636" w:rsidRDefault="00A77F46" w:rsidP="00346636">
    <w:pPr>
      <w:pStyle w:val="Nagwek"/>
    </w:pPr>
    <w:r>
      <w:rPr>
        <w:noProof/>
      </w:rPr>
      <w:drawing>
        <wp:inline distT="0" distB="0" distL="0" distR="0" wp14:anchorId="1BAB3729" wp14:editId="126FF16B">
          <wp:extent cx="5760720" cy="742315"/>
          <wp:effectExtent l="0" t="0" r="0" b="635"/>
          <wp:docPr id="20449278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92787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72C"/>
    <w:multiLevelType w:val="multilevel"/>
    <w:tmpl w:val="A6DA71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7455D2"/>
    <w:multiLevelType w:val="hybridMultilevel"/>
    <w:tmpl w:val="1EA614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1DE7"/>
    <w:multiLevelType w:val="hybridMultilevel"/>
    <w:tmpl w:val="58B6AB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F7A068F"/>
    <w:multiLevelType w:val="multilevel"/>
    <w:tmpl w:val="702A9B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5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6702674">
    <w:abstractNumId w:val="14"/>
  </w:num>
  <w:num w:numId="2" w16cid:durableId="1342122910">
    <w:abstractNumId w:val="8"/>
  </w:num>
  <w:num w:numId="3" w16cid:durableId="399865800">
    <w:abstractNumId w:val="12"/>
  </w:num>
  <w:num w:numId="4" w16cid:durableId="83961770">
    <w:abstractNumId w:val="20"/>
  </w:num>
  <w:num w:numId="5" w16cid:durableId="7135798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2934596">
    <w:abstractNumId w:val="11"/>
  </w:num>
  <w:num w:numId="7" w16cid:durableId="1069620246">
    <w:abstractNumId w:val="4"/>
  </w:num>
  <w:num w:numId="8" w16cid:durableId="1846507636">
    <w:abstractNumId w:val="16"/>
  </w:num>
  <w:num w:numId="9" w16cid:durableId="1928272233">
    <w:abstractNumId w:val="7"/>
  </w:num>
  <w:num w:numId="10" w16cid:durableId="747701549">
    <w:abstractNumId w:val="17"/>
  </w:num>
  <w:num w:numId="11" w16cid:durableId="1653483418">
    <w:abstractNumId w:val="19"/>
  </w:num>
  <w:num w:numId="12" w16cid:durableId="1316490039">
    <w:abstractNumId w:val="3"/>
  </w:num>
  <w:num w:numId="13" w16cid:durableId="11415371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525464">
    <w:abstractNumId w:val="15"/>
  </w:num>
  <w:num w:numId="15" w16cid:durableId="357587825">
    <w:abstractNumId w:val="1"/>
  </w:num>
  <w:num w:numId="16" w16cid:durableId="415832995">
    <w:abstractNumId w:val="10"/>
  </w:num>
  <w:num w:numId="17" w16cid:durableId="459348792">
    <w:abstractNumId w:val="0"/>
  </w:num>
  <w:num w:numId="18" w16cid:durableId="622926036">
    <w:abstractNumId w:val="5"/>
  </w:num>
  <w:num w:numId="19" w16cid:durableId="141316099">
    <w:abstractNumId w:val="6"/>
  </w:num>
  <w:num w:numId="20" w16cid:durableId="820998274">
    <w:abstractNumId w:val="9"/>
  </w:num>
  <w:num w:numId="21" w16cid:durableId="1979677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6"/>
    <w:rsid w:val="00025E59"/>
    <w:rsid w:val="000310B6"/>
    <w:rsid w:val="00050AC1"/>
    <w:rsid w:val="00077EBA"/>
    <w:rsid w:val="000A5CA8"/>
    <w:rsid w:val="000D539C"/>
    <w:rsid w:val="000E262E"/>
    <w:rsid w:val="001010F1"/>
    <w:rsid w:val="001063D3"/>
    <w:rsid w:val="001129C0"/>
    <w:rsid w:val="00140C27"/>
    <w:rsid w:val="001869EB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280F"/>
    <w:rsid w:val="002E612D"/>
    <w:rsid w:val="0031651E"/>
    <w:rsid w:val="00317CD5"/>
    <w:rsid w:val="0034389C"/>
    <w:rsid w:val="00346636"/>
    <w:rsid w:val="00346B88"/>
    <w:rsid w:val="00367F75"/>
    <w:rsid w:val="00371DC7"/>
    <w:rsid w:val="003847FA"/>
    <w:rsid w:val="003A37A9"/>
    <w:rsid w:val="003B769C"/>
    <w:rsid w:val="003C52E4"/>
    <w:rsid w:val="003D6AB7"/>
    <w:rsid w:val="003E0201"/>
    <w:rsid w:val="003E17C2"/>
    <w:rsid w:val="004028D6"/>
    <w:rsid w:val="004223C6"/>
    <w:rsid w:val="00422D03"/>
    <w:rsid w:val="00440C2C"/>
    <w:rsid w:val="00443FE4"/>
    <w:rsid w:val="00444392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1727F"/>
    <w:rsid w:val="00525EFF"/>
    <w:rsid w:val="0053607F"/>
    <w:rsid w:val="005564F9"/>
    <w:rsid w:val="00563DC0"/>
    <w:rsid w:val="005722FE"/>
    <w:rsid w:val="00574A9C"/>
    <w:rsid w:val="005844F6"/>
    <w:rsid w:val="005B173D"/>
    <w:rsid w:val="005D01CE"/>
    <w:rsid w:val="005D6DA1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6F1BD5"/>
    <w:rsid w:val="00765B3F"/>
    <w:rsid w:val="00780D4C"/>
    <w:rsid w:val="00791153"/>
    <w:rsid w:val="007D475B"/>
    <w:rsid w:val="007E331F"/>
    <w:rsid w:val="007F3E87"/>
    <w:rsid w:val="007F4EF7"/>
    <w:rsid w:val="00814ACA"/>
    <w:rsid w:val="008179FB"/>
    <w:rsid w:val="008C5531"/>
    <w:rsid w:val="008C7E95"/>
    <w:rsid w:val="008E6C6E"/>
    <w:rsid w:val="0090012A"/>
    <w:rsid w:val="00913B2A"/>
    <w:rsid w:val="00920430"/>
    <w:rsid w:val="009312B4"/>
    <w:rsid w:val="00932E17"/>
    <w:rsid w:val="009569B2"/>
    <w:rsid w:val="009678A3"/>
    <w:rsid w:val="00974E72"/>
    <w:rsid w:val="0097776D"/>
    <w:rsid w:val="00983D1D"/>
    <w:rsid w:val="0098543B"/>
    <w:rsid w:val="009B316D"/>
    <w:rsid w:val="009D75A8"/>
    <w:rsid w:val="00A23973"/>
    <w:rsid w:val="00A30343"/>
    <w:rsid w:val="00A50E18"/>
    <w:rsid w:val="00A77F46"/>
    <w:rsid w:val="00A8509D"/>
    <w:rsid w:val="00A878FE"/>
    <w:rsid w:val="00AA39D6"/>
    <w:rsid w:val="00AC3781"/>
    <w:rsid w:val="00AE2ACB"/>
    <w:rsid w:val="00AE4B87"/>
    <w:rsid w:val="00AF4AC3"/>
    <w:rsid w:val="00AF662E"/>
    <w:rsid w:val="00B42ED4"/>
    <w:rsid w:val="00B46DBA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27938"/>
    <w:rsid w:val="00D554C7"/>
    <w:rsid w:val="00D5631A"/>
    <w:rsid w:val="00D5738E"/>
    <w:rsid w:val="00D613AB"/>
    <w:rsid w:val="00D73E28"/>
    <w:rsid w:val="00DB0B8B"/>
    <w:rsid w:val="00DB1D88"/>
    <w:rsid w:val="00DB7A0F"/>
    <w:rsid w:val="00DC336F"/>
    <w:rsid w:val="00E1735C"/>
    <w:rsid w:val="00E427E1"/>
    <w:rsid w:val="00E57D7F"/>
    <w:rsid w:val="00EA28A0"/>
    <w:rsid w:val="00EB7584"/>
    <w:rsid w:val="00ED4154"/>
    <w:rsid w:val="00EE1E0A"/>
    <w:rsid w:val="00EF1FDB"/>
    <w:rsid w:val="00F134D5"/>
    <w:rsid w:val="00F13EB5"/>
    <w:rsid w:val="00F25346"/>
    <w:rsid w:val="00F31EAC"/>
    <w:rsid w:val="00F7377B"/>
    <w:rsid w:val="00F80E6E"/>
    <w:rsid w:val="00F855D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8F14E-CE73-4FE6-9764-DB223F44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4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14</cp:revision>
  <cp:lastPrinted>2026-02-05T19:48:00Z</cp:lastPrinted>
  <dcterms:created xsi:type="dcterms:W3CDTF">2025-04-04T12:57:00Z</dcterms:created>
  <dcterms:modified xsi:type="dcterms:W3CDTF">2026-02-05T19:48:00Z</dcterms:modified>
</cp:coreProperties>
</file>